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 SCRIPT DI INIZIALIZZAZIONE PARAMETRI PER AEROSTATO AD ARIA CALDA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</w:rPr>
        <w:t>if</w:t>
      </w:r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~exist(</w:t>
      </w:r>
      <w:r w:rsidRPr="0083117D">
        <w:rPr>
          <w:rFonts w:ascii="Courier New" w:hAnsi="Courier New" w:cs="Courier New"/>
          <w:color w:val="A020F0"/>
          <w:sz w:val="24"/>
          <w:szCs w:val="24"/>
        </w:rPr>
        <w:t>'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</w:rPr>
        <w:t>init_done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</w:rPr>
        <w:t>'</w:t>
      </w:r>
      <w:r w:rsidRPr="0083117D">
        <w:rPr>
          <w:rFonts w:ascii="Courier New" w:hAnsi="Courier New" w:cs="Courier New"/>
          <w:color w:val="000000"/>
          <w:sz w:val="24"/>
          <w:szCs w:val="24"/>
        </w:rPr>
        <w:t>))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V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=[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];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m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=[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];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theta_t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=[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];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f = [];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rho_a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1.2928;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c_a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1008;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g=9.80665;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init_done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1;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end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while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isempty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m)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   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m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input(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'Inserire le prime due cifre (esclusi zeri) del proprio numero di matricola:\n\n'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text=</w:t>
      </w:r>
      <w:proofErr w:type="spellStart"/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sprintf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</w:rPr>
        <w:t>nMassa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</w:rPr>
        <w:t xml:space="preserve"> dell''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</w:rPr>
        <w:t>aerostato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</w:rPr>
        <w:t>: %3.0f kg\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</w:rPr>
        <w:t>n'</w:t>
      </w:r>
      <w:r w:rsidRPr="0083117D">
        <w:rPr>
          <w:rFonts w:ascii="Courier New" w:hAnsi="Courier New" w:cs="Courier New"/>
          <w:color w:val="000000"/>
          <w:sz w:val="24"/>
          <w:szCs w:val="24"/>
        </w:rPr>
        <w:t>,m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);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while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isempty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V)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   V = input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gram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'Inserire l''ultima cifra del proprio numero di matricola (se 0 -&gt; 5):\n\n'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V = V*m*2;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C = V*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rho_a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*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c_a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nVolume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 del pallone dell''aerostato: %3.0f m^3\n'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,V);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nCapacita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'' termica dell''aerostato: %6.0f J/°C\n'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,C);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while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isempty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spellStart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theta_t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)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   </w:t>
      </w: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theta_t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input(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'Inserire la penultima cifra del proprio numero di matricola (se 0 -&gt; 4):\n\n'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</w:rPr>
        <w:t>end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theta_t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theta_t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/50;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nResistenza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 termica tra aerostato e aria esterna: %1.3f °C/W\n'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,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theta_t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);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while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isempty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f)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lastRenderedPageBreak/>
        <w:t xml:space="preserve">    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f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input(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'Inserire le ultime due cifre (esclusi zeri) del proprio numero di matricola:\n\n'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>end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FF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f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f / 10;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nCoefficiente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 di attrito viscoso aerodinamico: %1.2f N s / m\n'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,f);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%Temperatura ambiente (20 °C, riportati in °K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)</w:t>
      </w:r>
      <w:proofErr w:type="gramEnd"/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Ta = 20+273.15;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>%SET-POINT: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x1_d = Ta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/(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1-m/(V*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rho_a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x2_d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120;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x3_d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%CONDIZIONI INIZIALI: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x1_0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x1_d;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x2_0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100;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x3_0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0;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nCondizioni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 iniziali: temperatura interna (x1_0) = %1.2f °K, quota (x2_0) = %1.2f m, 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velocita'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 ascensionale(x3_0) = %1.2f m/s\n'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,x1_0,x2_0,x3_0);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text=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sprintf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'\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nCondizioni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 desiderate (set-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point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 xml:space="preserve">): temperatura interna (x1_d) = %1.2f °K, quota (x2_d) = %1.2f m, 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velocita'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  <w:lang w:val="it-IT"/>
        </w:rPr>
        <w:t>' ascensionale(x3_d) = %1.2f m/s\n'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,x1_d,x2_d,x3_d);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disp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text);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924938" w:rsidRPr="0083117D" w:rsidRDefault="00924938" w:rsidP="009249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clear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83117D">
        <w:rPr>
          <w:rFonts w:ascii="Courier New" w:hAnsi="Courier New" w:cs="Courier New"/>
          <w:color w:val="A020F0"/>
          <w:sz w:val="24"/>
          <w:szCs w:val="24"/>
        </w:rPr>
        <w:t>text</w:t>
      </w:r>
      <w:r w:rsidRPr="0083117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060A10" w:rsidRPr="0083117D" w:rsidRDefault="00060A10">
      <w:pPr>
        <w:rPr>
          <w:sz w:val="24"/>
          <w:szCs w:val="24"/>
        </w:rPr>
      </w:pPr>
    </w:p>
    <w:p w:rsidR="00924938" w:rsidRPr="0083117D" w:rsidRDefault="00924938">
      <w:pPr>
        <w:rPr>
          <w:sz w:val="24"/>
          <w:szCs w:val="24"/>
        </w:rPr>
      </w:pPr>
    </w:p>
    <w:p w:rsidR="00924938" w:rsidRPr="0083117D" w:rsidRDefault="00924938">
      <w:pPr>
        <w:rPr>
          <w:sz w:val="24"/>
          <w:szCs w:val="24"/>
        </w:rPr>
      </w:pPr>
      <w:r>
        <w:br w:type="page"/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lastRenderedPageBreak/>
        <w:t>% Calcoliamo la linearizzazione approssimata in x = [x1_d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,</w:t>
      </w:r>
      <w:proofErr w:type="gram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x2_d,x3_d] e con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u_d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(Ta*m)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/(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(V*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rho_a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- m)*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theta_t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A_balloon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,B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_balloon,C_balloon,D_balloon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] = </w:t>
      </w: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linmod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gramEnd"/>
      <w:r w:rsidRPr="0083117D">
        <w:rPr>
          <w:rFonts w:ascii="Courier New" w:hAnsi="Courier New" w:cs="Courier New"/>
          <w:color w:val="A020F0"/>
          <w:sz w:val="24"/>
          <w:szCs w:val="24"/>
        </w:rPr>
        <w:t>'</w:t>
      </w:r>
      <w:proofErr w:type="spellStart"/>
      <w:r w:rsidRPr="0083117D">
        <w:rPr>
          <w:rFonts w:ascii="Courier New" w:hAnsi="Courier New" w:cs="Courier New"/>
          <w:color w:val="A020F0"/>
          <w:sz w:val="24"/>
          <w:szCs w:val="24"/>
        </w:rPr>
        <w:t>balloon_model</w:t>
      </w:r>
      <w:proofErr w:type="spellEnd"/>
      <w:r w:rsidRPr="0083117D">
        <w:rPr>
          <w:rFonts w:ascii="Courier New" w:hAnsi="Courier New" w:cs="Courier New"/>
          <w:color w:val="A020F0"/>
          <w:sz w:val="24"/>
          <w:szCs w:val="24"/>
        </w:rPr>
        <w:t>'</w:t>
      </w:r>
      <w:r w:rsidRPr="0083117D">
        <w:rPr>
          <w:rFonts w:ascii="Courier New" w:hAnsi="Courier New" w:cs="Courier New"/>
          <w:color w:val="000000"/>
          <w:sz w:val="24"/>
          <w:szCs w:val="24"/>
        </w:rPr>
        <w:t>,[x1_d,x2_d,x3_d],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u_d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Q_balloon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[1 0 0; 0 10 0; 0 0 1];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R_balloon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0.1;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[K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,S,E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] = </w:t>
      </w: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lqr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A_balloon,B_balloon,Q_balloon,R_balloon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</w:t>
      </w:r>
    </w:p>
    <w:p w:rsidR="00924938" w:rsidRPr="0083117D" w:rsidRDefault="00924938">
      <w:pPr>
        <w:rPr>
          <w:sz w:val="24"/>
          <w:szCs w:val="24"/>
        </w:rPr>
      </w:pPr>
    </w:p>
    <w:p w:rsidR="00924938" w:rsidRPr="0083117D" w:rsidRDefault="00924938">
      <w:pPr>
        <w:rPr>
          <w:sz w:val="24"/>
          <w:szCs w:val="24"/>
        </w:rPr>
      </w:pPr>
    </w:p>
    <w:p w:rsidR="00693C75" w:rsidRPr="0083117D" w:rsidRDefault="00693C75">
      <w:pPr>
        <w:rPr>
          <w:sz w:val="24"/>
          <w:szCs w:val="24"/>
        </w:rPr>
      </w:pPr>
      <w:r>
        <w:br w:type="page"/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lastRenderedPageBreak/>
        <w:t>%%%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%%% Progetto filtro di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Kalman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per il problema LQG del 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balloon</w:t>
      </w:r>
      <w:proofErr w:type="gramEnd"/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%%%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%%% Filtro di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Kalman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con 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4</w:t>
      </w:r>
      <w:proofErr w:type="gram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ingressi e 3 uscite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%%%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%%% Si fa riferimento al filtro di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Kalman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per il 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modello</w:t>
      </w:r>
      <w:proofErr w:type="gramEnd"/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>%%%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>%%%       .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%%%       x = Ax + Bu + </w:t>
      </w:r>
      <w:proofErr w:type="spellStart"/>
      <w:proofErr w:type="gramStart"/>
      <w:r w:rsidRPr="0083117D">
        <w:rPr>
          <w:rFonts w:ascii="Courier New" w:hAnsi="Courier New" w:cs="Courier New"/>
          <w:color w:val="228B22"/>
          <w:sz w:val="24"/>
          <w:szCs w:val="24"/>
        </w:rPr>
        <w:t>Gw</w:t>
      </w:r>
      <w:proofErr w:type="spellEnd"/>
      <w:proofErr w:type="gram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           {State equation}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%%%       y =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</w:rPr>
        <w:t>Cx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+ Du + </w:t>
      </w:r>
      <w:proofErr w:type="spellStart"/>
      <w:proofErr w:type="gramStart"/>
      <w:r w:rsidRPr="0083117D">
        <w:rPr>
          <w:rFonts w:ascii="Courier New" w:hAnsi="Courier New" w:cs="Courier New"/>
          <w:color w:val="228B22"/>
          <w:sz w:val="24"/>
          <w:szCs w:val="24"/>
        </w:rPr>
        <w:t>Hw</w:t>
      </w:r>
      <w:proofErr w:type="spellEnd"/>
      <w:proofErr w:type="gram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+ v        {Measurements}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%%%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G_balloon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B_balloon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%%% Verificare la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controllabilita'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della coppia (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A_balloon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,</w:t>
      </w:r>
      <w:proofErr w:type="gram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Gballoon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nc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rank(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ctrb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A_balloon,G_balloon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%%% Verificare l'osservabilità della coppia (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A_balloon</w:t>
      </w: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,</w:t>
      </w:r>
      <w:proofErr w:type="gram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Gballoon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no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rank(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obsv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(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A_balloon,C_balloon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))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Wballoon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</w:t>
      </w:r>
      <w:r w:rsidR="0083117D"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1e-6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;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                         </w:t>
      </w:r>
      <w:proofErr w:type="gram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 = E{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ww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'},    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Vballoon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 =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diag</w:t>
      </w:r>
      <w:proofErr w:type="spellEnd"/>
      <w:proofErr w:type="gramStart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[</w:t>
      </w:r>
      <w:r w:rsidR="0083117D"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>1e-7 1e-7 1e-7</w:t>
      </w:r>
      <w:r w:rsidRPr="0083117D">
        <w:rPr>
          <w:rFonts w:ascii="Courier New" w:hAnsi="Courier New" w:cs="Courier New"/>
          <w:color w:val="000000"/>
          <w:sz w:val="24"/>
          <w:szCs w:val="24"/>
          <w:lang w:val="it-IT"/>
        </w:rPr>
        <w:t xml:space="preserve">]); </w:t>
      </w: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% = E{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vv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'}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228B22"/>
          <w:sz w:val="24"/>
          <w:szCs w:val="24"/>
        </w:rPr>
        <w:t>%[</w:t>
      </w:r>
      <w:proofErr w:type="spellStart"/>
      <w:proofErr w:type="gramEnd"/>
      <w:r w:rsidRPr="0083117D">
        <w:rPr>
          <w:rFonts w:ascii="Courier New" w:hAnsi="Courier New" w:cs="Courier New"/>
          <w:color w:val="228B22"/>
          <w:sz w:val="24"/>
          <w:szCs w:val="24"/>
        </w:rPr>
        <w:t>Pkf,Ekf,Kkft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] = care(A_balloon',C_balloon',G_balloon*Wballoon*G_balloon',Vballoon); % CARE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</w:rPr>
        <w:t>duale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</w:rPr>
        <w:t>!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>%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</w:rPr>
        <w:t>Kkf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=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</w:rPr>
        <w:t>Kkft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';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228B22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Kkf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,Pkf,Ekf</w:t>
      </w:r>
      <w:proofErr w:type="spellEnd"/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] = 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lqr(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A_balloon',C_balloon',G_balloon*Wballoon*G_balloon',Vballoon)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%%% Matrici del filtro di </w:t>
      </w:r>
      <w:proofErr w:type="spellStart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Kalman</w:t>
      </w:r>
      <w:proofErr w:type="spellEnd"/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>: E' un osservatore dello stato!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it-IT"/>
        </w:rPr>
      </w:pPr>
      <w:r w:rsidRPr="0083117D">
        <w:rPr>
          <w:rFonts w:ascii="Courier New" w:hAnsi="Courier New" w:cs="Courier New"/>
          <w:color w:val="228B22"/>
          <w:sz w:val="24"/>
          <w:szCs w:val="24"/>
          <w:lang w:val="it-IT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Akf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A_balloon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-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Kkf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*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C_balloon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Bkf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[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B_balloon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Kkf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>];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Ckf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eye(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3);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 w:rsidRPr="0083117D">
        <w:rPr>
          <w:rFonts w:ascii="Courier New" w:hAnsi="Courier New" w:cs="Courier New"/>
          <w:color w:val="000000"/>
          <w:sz w:val="24"/>
          <w:szCs w:val="24"/>
        </w:rPr>
        <w:t>Dkf</w:t>
      </w:r>
      <w:proofErr w:type="spellEnd"/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= </w:t>
      </w:r>
      <w:proofErr w:type="gramStart"/>
      <w:r w:rsidRPr="0083117D">
        <w:rPr>
          <w:rFonts w:ascii="Courier New" w:hAnsi="Courier New" w:cs="Courier New"/>
          <w:color w:val="000000"/>
          <w:sz w:val="24"/>
          <w:szCs w:val="24"/>
        </w:rPr>
        <w:t>zeros(</w:t>
      </w:r>
      <w:proofErr w:type="gramEnd"/>
      <w:r w:rsidRPr="0083117D">
        <w:rPr>
          <w:rFonts w:ascii="Courier New" w:hAnsi="Courier New" w:cs="Courier New"/>
          <w:color w:val="000000"/>
          <w:sz w:val="24"/>
          <w:szCs w:val="24"/>
        </w:rPr>
        <w:t>3,4);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3117D">
        <w:rPr>
          <w:rFonts w:ascii="Courier New" w:hAnsi="Courier New" w:cs="Courier New"/>
          <w:color w:val="000000"/>
          <w:sz w:val="24"/>
          <w:szCs w:val="24"/>
        </w:rPr>
        <w:t xml:space="preserve"> </w:t>
      </w:r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83117D">
        <w:rPr>
          <w:rFonts w:ascii="Courier New" w:hAnsi="Courier New" w:cs="Courier New"/>
          <w:color w:val="0000FF"/>
          <w:sz w:val="24"/>
          <w:szCs w:val="24"/>
        </w:rPr>
        <w:t>return</w:t>
      </w:r>
      <w:proofErr w:type="gramEnd"/>
    </w:p>
    <w:p w:rsidR="00693C75" w:rsidRPr="0083117D" w:rsidRDefault="00693C75" w:rsidP="00693C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24938" w:rsidRPr="0083117D" w:rsidRDefault="00924938">
      <w:pPr>
        <w:rPr>
          <w:sz w:val="24"/>
          <w:szCs w:val="24"/>
        </w:rPr>
      </w:pPr>
    </w:p>
    <w:p w:rsidR="00693C75" w:rsidRDefault="00693C75">
      <w:r>
        <w:br w:type="page"/>
      </w:r>
    </w:p>
    <w:p w:rsidR="00693C75" w:rsidRDefault="0083117D">
      <w:r>
        <w:rPr>
          <w:noProof/>
        </w:rPr>
        <w:lastRenderedPageBreak/>
        <w:drawing>
          <wp:inline distT="0" distB="0" distL="0" distR="0">
            <wp:extent cx="6329680" cy="319024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31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C75" w:rsidRPr="0083117D" w:rsidRDefault="00693C75">
      <w:pPr>
        <w:rPr>
          <w:sz w:val="24"/>
          <w:szCs w:val="24"/>
        </w:rPr>
      </w:pPr>
    </w:p>
    <w:p w:rsidR="00693C75" w:rsidRPr="0083117D" w:rsidRDefault="00693C75">
      <w:pPr>
        <w:rPr>
          <w:b/>
          <w:sz w:val="24"/>
          <w:szCs w:val="24"/>
        </w:rPr>
      </w:pPr>
      <w:r w:rsidRPr="0083117D">
        <w:rPr>
          <w:b/>
          <w:sz w:val="24"/>
          <w:szCs w:val="24"/>
        </w:rPr>
        <w:t>Note</w:t>
      </w:r>
    </w:p>
    <w:p w:rsidR="00B56472" w:rsidRPr="0083117D" w:rsidRDefault="00B56472">
      <w:pPr>
        <w:rPr>
          <w:b/>
          <w:sz w:val="24"/>
          <w:szCs w:val="24"/>
        </w:rPr>
      </w:pPr>
    </w:p>
    <w:p w:rsidR="00693C75" w:rsidRPr="0083117D" w:rsidRDefault="00B56472">
      <w:pPr>
        <w:rPr>
          <w:sz w:val="24"/>
          <w:szCs w:val="24"/>
        </w:rPr>
      </w:pPr>
      <w:r w:rsidRPr="0083117D">
        <w:rPr>
          <w:sz w:val="24"/>
          <w:szCs w:val="24"/>
        </w:rPr>
        <w:t>Simulation time: 50000</w:t>
      </w:r>
      <w:bookmarkStart w:id="0" w:name="_GoBack"/>
      <w:bookmarkEnd w:id="0"/>
    </w:p>
    <w:p w:rsidR="00693C75" w:rsidRPr="0083117D" w:rsidRDefault="00693C75">
      <w:pPr>
        <w:rPr>
          <w:sz w:val="24"/>
          <w:szCs w:val="24"/>
        </w:rPr>
      </w:pPr>
      <w:proofErr w:type="spellStart"/>
      <w:r w:rsidRPr="0083117D">
        <w:rPr>
          <w:sz w:val="24"/>
          <w:szCs w:val="24"/>
        </w:rPr>
        <w:t>Fnc</w:t>
      </w:r>
      <w:proofErr w:type="spellEnd"/>
      <w:r w:rsidRPr="0083117D">
        <w:rPr>
          <w:sz w:val="24"/>
          <w:szCs w:val="24"/>
        </w:rPr>
        <w:t xml:space="preserve">: </w:t>
      </w:r>
      <w:proofErr w:type="gramStart"/>
      <w:r w:rsidRPr="0083117D">
        <w:rPr>
          <w:sz w:val="24"/>
          <w:szCs w:val="24"/>
        </w:rPr>
        <w:t>u(</w:t>
      </w:r>
      <w:proofErr w:type="gramEnd"/>
      <w:r w:rsidRPr="0083117D">
        <w:rPr>
          <w:sz w:val="24"/>
          <w:szCs w:val="24"/>
        </w:rPr>
        <w:t>1)/(1-m/(V*</w:t>
      </w:r>
      <w:proofErr w:type="spellStart"/>
      <w:r w:rsidRPr="0083117D">
        <w:rPr>
          <w:sz w:val="24"/>
          <w:szCs w:val="24"/>
        </w:rPr>
        <w:t>rho_a</w:t>
      </w:r>
      <w:proofErr w:type="spellEnd"/>
      <w:r w:rsidRPr="0083117D">
        <w:rPr>
          <w:sz w:val="24"/>
          <w:szCs w:val="24"/>
        </w:rPr>
        <w:t>))</w:t>
      </w:r>
    </w:p>
    <w:p w:rsidR="00693C75" w:rsidRPr="0083117D" w:rsidRDefault="00693C75">
      <w:pPr>
        <w:rPr>
          <w:sz w:val="24"/>
          <w:szCs w:val="24"/>
          <w:lang w:val="it-IT"/>
        </w:rPr>
      </w:pPr>
      <w:r w:rsidRPr="0083117D">
        <w:rPr>
          <w:sz w:val="24"/>
          <w:szCs w:val="24"/>
          <w:lang w:val="it-IT"/>
        </w:rPr>
        <w:t>Fnc1: (u</w:t>
      </w:r>
      <w:proofErr w:type="gramStart"/>
      <w:r w:rsidRPr="0083117D">
        <w:rPr>
          <w:sz w:val="24"/>
          <w:szCs w:val="24"/>
          <w:lang w:val="it-IT"/>
        </w:rPr>
        <w:t>(</w:t>
      </w:r>
      <w:proofErr w:type="gramEnd"/>
      <w:r w:rsidRPr="0083117D">
        <w:rPr>
          <w:sz w:val="24"/>
          <w:szCs w:val="24"/>
          <w:lang w:val="it-IT"/>
        </w:rPr>
        <w:t>1)-u(2))/</w:t>
      </w:r>
      <w:proofErr w:type="spellStart"/>
      <w:r w:rsidRPr="0083117D">
        <w:rPr>
          <w:sz w:val="24"/>
          <w:szCs w:val="24"/>
          <w:lang w:val="it-IT"/>
        </w:rPr>
        <w:t>theta_t</w:t>
      </w:r>
      <w:proofErr w:type="spellEnd"/>
    </w:p>
    <w:p w:rsidR="00693C75" w:rsidRPr="0083117D" w:rsidRDefault="00693C75">
      <w:pPr>
        <w:rPr>
          <w:sz w:val="24"/>
          <w:szCs w:val="24"/>
        </w:rPr>
      </w:pPr>
      <w:r w:rsidRPr="0083117D">
        <w:rPr>
          <w:sz w:val="24"/>
          <w:szCs w:val="24"/>
        </w:rPr>
        <w:t>Uniform random number 1: [-1, 1], sample time 200</w:t>
      </w:r>
    </w:p>
    <w:p w:rsidR="00693C75" w:rsidRPr="0083117D" w:rsidRDefault="00693C75">
      <w:pPr>
        <w:rPr>
          <w:sz w:val="24"/>
          <w:szCs w:val="24"/>
        </w:rPr>
      </w:pPr>
      <w:r w:rsidRPr="0083117D">
        <w:rPr>
          <w:sz w:val="24"/>
          <w:szCs w:val="24"/>
        </w:rPr>
        <w:t>Uniform random number 2: [-x2_d*0.1, x2_d*0.1]</w:t>
      </w:r>
      <w:r w:rsidR="00974183" w:rsidRPr="0083117D">
        <w:rPr>
          <w:sz w:val="24"/>
          <w:szCs w:val="24"/>
        </w:rPr>
        <w:t>, sample time 4000</w:t>
      </w:r>
    </w:p>
    <w:p w:rsidR="00693C75" w:rsidRPr="0083117D" w:rsidRDefault="00693C75">
      <w:pPr>
        <w:rPr>
          <w:sz w:val="24"/>
          <w:szCs w:val="24"/>
        </w:rPr>
      </w:pPr>
    </w:p>
    <w:p w:rsidR="00B56472" w:rsidRPr="0083117D" w:rsidRDefault="00B56472">
      <w:pPr>
        <w:rPr>
          <w:sz w:val="24"/>
          <w:szCs w:val="24"/>
        </w:rPr>
      </w:pPr>
    </w:p>
    <w:p w:rsidR="00B56472" w:rsidRDefault="00B56472">
      <w:r>
        <w:br w:type="page"/>
      </w:r>
    </w:p>
    <w:p w:rsidR="00B56472" w:rsidRDefault="0083117D">
      <w:r>
        <w:rPr>
          <w:noProof/>
        </w:rPr>
        <w:lastRenderedPageBreak/>
        <w:drawing>
          <wp:inline distT="0" distB="0" distL="0" distR="0">
            <wp:extent cx="6553200" cy="359664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59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050" w:rsidRDefault="00C17050"/>
    <w:p w:rsidR="00C17050" w:rsidRDefault="00C17050">
      <w:pPr>
        <w:rPr>
          <w:b/>
          <w:lang w:val="it-IT"/>
        </w:rPr>
      </w:pPr>
      <w:r w:rsidRPr="00C17050">
        <w:rPr>
          <w:b/>
          <w:lang w:val="it-IT"/>
        </w:rPr>
        <w:t>Note</w:t>
      </w:r>
    </w:p>
    <w:p w:rsidR="00C17050" w:rsidRDefault="00C17050">
      <w:pPr>
        <w:rPr>
          <w:lang w:val="it-IT"/>
        </w:rPr>
      </w:pPr>
      <w:proofErr w:type="spellStart"/>
      <w:r w:rsidRPr="00C17050">
        <w:rPr>
          <w:lang w:val="it-IT"/>
        </w:rPr>
        <w:t>Fcn</w:t>
      </w:r>
      <w:proofErr w:type="spellEnd"/>
      <w:r w:rsidRPr="00C17050">
        <w:rPr>
          <w:lang w:val="it-IT"/>
        </w:rPr>
        <w:t xml:space="preserve"> 1: u[1]/</w:t>
      </w:r>
      <w:proofErr w:type="gramStart"/>
      <w:r w:rsidRPr="00C17050">
        <w:rPr>
          <w:lang w:val="it-IT"/>
        </w:rPr>
        <w:t>(</w:t>
      </w:r>
      <w:proofErr w:type="gramEnd"/>
      <w:r w:rsidRPr="00C17050">
        <w:rPr>
          <w:lang w:val="it-IT"/>
        </w:rPr>
        <w:t>1-m/(V*</w:t>
      </w:r>
      <w:proofErr w:type="spellStart"/>
      <w:r w:rsidRPr="00C17050">
        <w:rPr>
          <w:lang w:val="it-IT"/>
        </w:rPr>
        <w:t>rho_a</w:t>
      </w:r>
      <w:proofErr w:type="spellEnd"/>
      <w:r w:rsidRPr="00C17050">
        <w:rPr>
          <w:lang w:val="it-IT"/>
        </w:rPr>
        <w:t>))</w:t>
      </w:r>
    </w:p>
    <w:p w:rsidR="00C17050" w:rsidRPr="00C17050" w:rsidRDefault="00C17050">
      <w:proofErr w:type="spellStart"/>
      <w:r w:rsidRPr="00C17050">
        <w:t>Fcn</w:t>
      </w:r>
      <w:proofErr w:type="spellEnd"/>
      <w:r w:rsidRPr="00C17050">
        <w:t xml:space="preserve"> 2: (</w:t>
      </w:r>
      <w:proofErr w:type="gramStart"/>
      <w:r w:rsidRPr="00C17050">
        <w:t>u[</w:t>
      </w:r>
      <w:proofErr w:type="gramEnd"/>
      <w:r w:rsidRPr="00C17050">
        <w:t>1]-u[2])/</w:t>
      </w:r>
      <w:proofErr w:type="spellStart"/>
      <w:r w:rsidRPr="00C17050">
        <w:t>theta_t</w:t>
      </w:r>
      <w:proofErr w:type="spellEnd"/>
    </w:p>
    <w:p w:rsidR="00C17050" w:rsidRPr="00C17050" w:rsidRDefault="00C17050">
      <w:r w:rsidRPr="00C17050">
        <w:t>Simulation time 50000</w:t>
      </w:r>
    </w:p>
    <w:p w:rsidR="00C17050" w:rsidRPr="00C17050" w:rsidRDefault="00C17050">
      <w:pPr>
        <w:rPr>
          <w:lang w:val="it-IT"/>
        </w:rPr>
      </w:pPr>
      <w:r w:rsidRPr="00C17050">
        <w:rPr>
          <w:lang w:val="it-IT"/>
        </w:rPr>
        <w:t xml:space="preserve">U </w:t>
      </w:r>
      <w:proofErr w:type="spellStart"/>
      <w:r w:rsidRPr="00C17050">
        <w:rPr>
          <w:lang w:val="it-IT"/>
        </w:rPr>
        <w:t>noise</w:t>
      </w:r>
      <w:proofErr w:type="spellEnd"/>
      <w:r w:rsidRPr="00C17050">
        <w:rPr>
          <w:lang w:val="it-IT"/>
        </w:rPr>
        <w:t xml:space="preserve">: </w:t>
      </w:r>
      <w:proofErr w:type="spellStart"/>
      <w:r w:rsidRPr="00C17050">
        <w:rPr>
          <w:lang w:val="it-IT"/>
        </w:rPr>
        <w:t>variance</w:t>
      </w:r>
      <w:proofErr w:type="spellEnd"/>
      <w:r w:rsidRPr="00C17050">
        <w:rPr>
          <w:lang w:val="it-IT"/>
        </w:rPr>
        <w:t xml:space="preserve"> </w:t>
      </w:r>
      <w:r w:rsidR="00851E5C">
        <w:rPr>
          <w:lang w:val="it-IT"/>
        </w:rPr>
        <w:t>1e-6</w:t>
      </w:r>
    </w:p>
    <w:p w:rsidR="00C17050" w:rsidRPr="00C17050" w:rsidRDefault="00C17050">
      <w:pPr>
        <w:rPr>
          <w:lang w:val="it-IT"/>
        </w:rPr>
      </w:pPr>
      <w:r w:rsidRPr="00C17050">
        <w:rPr>
          <w:lang w:val="it-IT"/>
        </w:rPr>
        <w:t xml:space="preserve">X1 </w:t>
      </w:r>
      <w:proofErr w:type="spellStart"/>
      <w:r w:rsidRPr="00C17050">
        <w:rPr>
          <w:lang w:val="it-IT"/>
        </w:rPr>
        <w:t>noise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variance</w:t>
      </w:r>
      <w:proofErr w:type="spellEnd"/>
      <w:r>
        <w:rPr>
          <w:lang w:val="it-IT"/>
        </w:rPr>
        <w:t xml:space="preserve"> </w:t>
      </w:r>
      <w:r w:rsidR="00851E5C">
        <w:rPr>
          <w:lang w:val="it-IT"/>
        </w:rPr>
        <w:t>1e-7</w:t>
      </w:r>
    </w:p>
    <w:p w:rsidR="00C17050" w:rsidRDefault="00C17050">
      <w:pPr>
        <w:rPr>
          <w:lang w:val="it-IT"/>
        </w:rPr>
      </w:pPr>
      <w:r>
        <w:rPr>
          <w:lang w:val="it-IT"/>
        </w:rPr>
        <w:t xml:space="preserve">X2 </w:t>
      </w:r>
      <w:proofErr w:type="spellStart"/>
      <w:r>
        <w:rPr>
          <w:lang w:val="it-IT"/>
        </w:rPr>
        <w:t>noise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variance</w:t>
      </w:r>
      <w:proofErr w:type="spellEnd"/>
      <w:r>
        <w:rPr>
          <w:lang w:val="it-IT"/>
        </w:rPr>
        <w:t xml:space="preserve"> </w:t>
      </w:r>
      <w:r w:rsidR="00851E5C">
        <w:rPr>
          <w:lang w:val="it-IT"/>
        </w:rPr>
        <w:t>1e-7</w:t>
      </w:r>
    </w:p>
    <w:p w:rsidR="00C17050" w:rsidRDefault="00C17050">
      <w:pPr>
        <w:rPr>
          <w:lang w:val="it-IT"/>
        </w:rPr>
      </w:pPr>
      <w:r>
        <w:rPr>
          <w:lang w:val="it-IT"/>
        </w:rPr>
        <w:t xml:space="preserve">x3 </w:t>
      </w:r>
      <w:proofErr w:type="spellStart"/>
      <w:r>
        <w:rPr>
          <w:lang w:val="it-IT"/>
        </w:rPr>
        <w:t>noise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variance</w:t>
      </w:r>
      <w:proofErr w:type="spellEnd"/>
      <w:r>
        <w:rPr>
          <w:lang w:val="it-IT"/>
        </w:rPr>
        <w:t xml:space="preserve"> </w:t>
      </w:r>
      <w:r w:rsidR="00851E5C">
        <w:rPr>
          <w:lang w:val="it-IT"/>
        </w:rPr>
        <w:t>1e-7</w:t>
      </w:r>
    </w:p>
    <w:p w:rsidR="00C17050" w:rsidRDefault="00C17050">
      <w:pPr>
        <w:rPr>
          <w:lang w:val="it-IT"/>
        </w:rPr>
      </w:pPr>
    </w:p>
    <w:p w:rsidR="00C17050" w:rsidRPr="00C17050" w:rsidRDefault="00C17050">
      <w:pPr>
        <w:rPr>
          <w:lang w:val="it-IT"/>
        </w:rPr>
      </w:pPr>
      <w:r>
        <w:rPr>
          <w:lang w:val="it-IT"/>
        </w:rPr>
        <w:br w:type="page"/>
      </w:r>
    </w:p>
    <w:sectPr w:rsidR="00C17050" w:rsidRPr="00C17050" w:rsidSect="00F35BD3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7D"/>
    <w:rsid w:val="00060A10"/>
    <w:rsid w:val="0034128A"/>
    <w:rsid w:val="003C485E"/>
    <w:rsid w:val="00693C75"/>
    <w:rsid w:val="0083117D"/>
    <w:rsid w:val="00851E5C"/>
    <w:rsid w:val="00924938"/>
    <w:rsid w:val="00974183"/>
    <w:rsid w:val="00B56472"/>
    <w:rsid w:val="00C17050"/>
    <w:rsid w:val="00F3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1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1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alloon\esempio-aerost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esempio-aerostato</Template>
  <TotalTime>3</TotalTime>
  <Pages>7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 ENDIF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 Simani</dc:creator>
  <cp:lastModifiedBy>Silvio Simani</cp:lastModifiedBy>
  <cp:revision>2</cp:revision>
  <dcterms:created xsi:type="dcterms:W3CDTF">2015-12-14T20:45:00Z</dcterms:created>
  <dcterms:modified xsi:type="dcterms:W3CDTF">2015-12-14T20:48:00Z</dcterms:modified>
</cp:coreProperties>
</file>